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5F7174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w:t>
      </w:r>
      <w:r w:rsidR="003C6439">
        <w:rPr>
          <w:rStyle w:val="Strong"/>
          <w:rFonts w:asciiTheme="minorHAnsi" w:hAnsiTheme="minorHAnsi" w:cstheme="minorHAnsi"/>
          <w:lang w:val="en-GB"/>
        </w:rPr>
        <w:t>5</w:t>
      </w:r>
      <w:r w:rsidR="007C260E">
        <w:rPr>
          <w:rStyle w:val="Strong"/>
          <w:rFonts w:asciiTheme="minorHAnsi" w:hAnsiTheme="minorHAnsi" w:cstheme="minorHAnsi"/>
          <w:lang w:val="en-GB"/>
        </w:rPr>
        <w:t>-2</w:t>
      </w:r>
      <w:r w:rsidR="00C61623">
        <w:rPr>
          <w:rStyle w:val="Strong"/>
          <w:rFonts w:asciiTheme="minorHAnsi" w:hAnsiTheme="minorHAnsi" w:cstheme="minorHAnsi"/>
          <w:lang w:val="en-GB"/>
        </w:rPr>
        <w:t>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268EE2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426F745"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E83A78">
        <w:rPr>
          <w:rFonts w:ascii="Calibri" w:eastAsia="Times New Roman" w:hAnsi="Calibri" w:cs="Calibri"/>
          <w:lang w:val="en-GB"/>
        </w:rPr>
        <w:t xml:space="preserve"> </w:t>
      </w:r>
      <w:r w:rsidR="00643AB3">
        <w:rPr>
          <w:rFonts w:ascii="Calibri" w:eastAsia="Times New Roman" w:hAnsi="Calibri" w:cs="Calibri"/>
          <w:lang w:val="en-GB"/>
        </w:rPr>
        <w:t>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4A9B9B9F"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CC4323">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CC4323">
        <w:rPr>
          <w:rFonts w:ascii="Calibri" w:eastAsia="Times New Roman" w:hAnsi="Calibri" w:cs="Calibri"/>
          <w:b/>
          <w:lang w:val="en-GB"/>
        </w:rPr>
        <w:t xml:space="preserve">Qualification documents, </w:t>
      </w:r>
      <w:r w:rsidR="00CC4323" w:rsidRPr="001575FE">
        <w:rPr>
          <w:rFonts w:ascii="Calibri" w:eastAsia="Times New Roman" w:hAnsi="Calibri" w:cs="Calibri"/>
          <w:b/>
          <w:lang w:val="en-GB"/>
        </w:rPr>
        <w:t>–</w:t>
      </w:r>
      <w:r w:rsidR="00CC4323">
        <w:rPr>
          <w:rFonts w:ascii="Calibri" w:eastAsia="Times New Roman" w:hAnsi="Calibri" w:cs="Calibri"/>
          <w:b/>
          <w:lang w:val="en-GB"/>
        </w:rPr>
        <w:t xml:space="preserve">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4CB18421" w14:textId="77777777" w:rsidR="003C6439" w:rsidRDefault="003C6439" w:rsidP="00166C12">
      <w:pPr>
        <w:rPr>
          <w:lang w:val="en-GB"/>
        </w:rPr>
      </w:pPr>
    </w:p>
    <w:p w14:paraId="7A15F10D" w14:textId="77777777" w:rsidR="003C6439" w:rsidRPr="006249AE" w:rsidRDefault="003C6439" w:rsidP="003C6439">
      <w:pPr>
        <w:rPr>
          <w:lang w:val="en-GB"/>
        </w:rPr>
      </w:pPr>
      <w:r w:rsidRPr="006249AE">
        <w:rPr>
          <w:lang w:val="en-GB"/>
        </w:rPr>
        <w:t>To: Secretary</w:t>
      </w:r>
    </w:p>
    <w:p w14:paraId="36CD6B8C" w14:textId="77777777" w:rsidR="003C6439" w:rsidRPr="006249AE" w:rsidRDefault="003C6439" w:rsidP="003C6439">
      <w:pPr>
        <w:rPr>
          <w:lang w:val="en-GB"/>
        </w:rPr>
      </w:pPr>
      <w:r w:rsidRPr="006249AE">
        <w:rPr>
          <w:lang w:val="en-GB"/>
        </w:rPr>
        <w:t xml:space="preserve">       Ministry of Finance &amp; Economic Development</w:t>
      </w:r>
    </w:p>
    <w:p w14:paraId="01A39C06" w14:textId="77777777" w:rsidR="003C6439" w:rsidRPr="006249AE" w:rsidRDefault="003C6439" w:rsidP="003C6439">
      <w:pPr>
        <w:rPr>
          <w:lang w:val="en-GB"/>
        </w:rPr>
      </w:pPr>
      <w:r w:rsidRPr="006249AE">
        <w:rPr>
          <w:lang w:val="en-GB"/>
        </w:rPr>
        <w:t xml:space="preserve">       Bairiki, Tarawa</w:t>
      </w:r>
    </w:p>
    <w:p w14:paraId="7CA55490" w14:textId="77777777" w:rsidR="003C6439" w:rsidRPr="006249AE" w:rsidRDefault="003C6439" w:rsidP="003C6439">
      <w:pPr>
        <w:rPr>
          <w:lang w:val="en-GB"/>
        </w:rPr>
      </w:pPr>
      <w:r w:rsidRPr="006249AE">
        <w:rPr>
          <w:lang w:val="en-GB"/>
        </w:rPr>
        <w:t xml:space="preserve">       Republic of Kiribati</w:t>
      </w:r>
    </w:p>
    <w:p w14:paraId="6DAA15F7" w14:textId="77777777" w:rsidR="003C6439" w:rsidRPr="006249AE" w:rsidRDefault="003C6439" w:rsidP="003C6439">
      <w:pPr>
        <w:rPr>
          <w:lang w:val="en-GB"/>
        </w:rPr>
      </w:pPr>
    </w:p>
    <w:p w14:paraId="3119A1A3" w14:textId="77777777" w:rsidR="003C6439" w:rsidRPr="006249AE" w:rsidRDefault="003C6439" w:rsidP="003C6439">
      <w:pPr>
        <w:rPr>
          <w:lang w:val="en-GB"/>
        </w:rPr>
      </w:pPr>
      <w:r w:rsidRPr="006249AE">
        <w:rPr>
          <w:lang w:val="en-GB"/>
        </w:rPr>
        <w:t>Attention: Central Procurement Unit</w:t>
      </w:r>
    </w:p>
    <w:p w14:paraId="3F5ABC43" w14:textId="72CBE53A" w:rsidR="003C6439" w:rsidRPr="006249AE" w:rsidRDefault="003C6439" w:rsidP="003C6439">
      <w:pPr>
        <w:rPr>
          <w:lang w:val="en-GB"/>
        </w:rPr>
      </w:pPr>
      <w:r w:rsidRPr="006249AE">
        <w:rPr>
          <w:lang w:val="en-GB"/>
        </w:rPr>
        <w:t>Procurement number:</w:t>
      </w:r>
      <w:r>
        <w:rPr>
          <w:lang w:val="en-GB"/>
        </w:rPr>
        <w:t xml:space="preserve"> 29-G005-25</w:t>
      </w:r>
    </w:p>
    <w:p w14:paraId="54D3CE1F" w14:textId="77777777" w:rsidR="003C6439" w:rsidRPr="00B41F59" w:rsidRDefault="003C6439"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1D41DA07"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3C6439">
        <w:rPr>
          <w:rFonts w:ascii="Calibri" w:eastAsia="Times New Roman" w:hAnsi="Calibri" w:cs="Calibri"/>
          <w:lang w:val="en-GB"/>
        </w:rPr>
        <w:t>d</w:t>
      </w:r>
      <w:r w:rsidR="00A41E0B" w:rsidRPr="007F3777">
        <w:rPr>
          <w:rFonts w:ascii="Calibri" w:eastAsia="Times New Roman" w:hAnsi="Calibri" w:cs="Calibri"/>
          <w:lang w:val="en-GB"/>
        </w:rPr>
        <w:t xml:space="preserve"> and </w:t>
      </w:r>
      <w:r w:rsidR="003C6439">
        <w:rPr>
          <w:rFonts w:ascii="Calibri" w:eastAsia="Times New Roman" w:hAnsi="Calibri" w:cs="Calibri"/>
          <w:lang w:val="en-GB"/>
        </w:rPr>
        <w:t>e</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252ED23E" w14:textId="77777777" w:rsidR="003C6439" w:rsidRPr="007F3777" w:rsidRDefault="003C6439" w:rsidP="003C6439">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0445172" w14:textId="77777777" w:rsidR="003C6439" w:rsidRDefault="003C6439" w:rsidP="003C6439">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27F52961" w14:textId="77777777" w:rsidR="003C6439" w:rsidRDefault="003C6439" w:rsidP="003C6439">
      <w:pPr>
        <w:ind w:left="360"/>
        <w:rPr>
          <w:rFonts w:cs="Calibri"/>
          <w:lang w:val="en-GB"/>
        </w:rPr>
      </w:pPr>
      <w:r>
        <w:rPr>
          <w:rFonts w:cs="Calibri"/>
          <w:lang w:val="en-GB"/>
        </w:rPr>
        <w:t>b(i) Certified business registration from MTCIC for local tenderers and a valid business registration for international tenderers</w:t>
      </w:r>
    </w:p>
    <w:p w14:paraId="0341331A" w14:textId="77777777" w:rsidR="003C6439" w:rsidRDefault="003C6439" w:rsidP="003C6439">
      <w:pPr>
        <w:ind w:left="360"/>
        <w:rPr>
          <w:rFonts w:cs="Calibri"/>
          <w:lang w:val="en-GB"/>
        </w:rPr>
      </w:pPr>
      <w:r>
        <w:rPr>
          <w:rFonts w:cs="Calibri"/>
          <w:lang w:val="en-GB"/>
        </w:rPr>
        <w:t>b(ii) Tax clearance letter from Tax Office. Those having tax debts should be having instalment agreement with the Tax Office</w:t>
      </w:r>
    </w:p>
    <w:p w14:paraId="77521D25" w14:textId="77777777" w:rsidR="003C6439" w:rsidRDefault="003C6439" w:rsidP="003C6439">
      <w:pPr>
        <w:ind w:left="360"/>
        <w:rPr>
          <w:rFonts w:cs="Calibri"/>
          <w:lang w:val="en-GB"/>
        </w:rPr>
      </w:pPr>
      <w:r>
        <w:rPr>
          <w:rFonts w:cs="Calibri"/>
          <w:lang w:val="en-GB"/>
        </w:rPr>
        <w:t>b(iii) Operational business license</w:t>
      </w:r>
    </w:p>
    <w:p w14:paraId="24351732" w14:textId="77777777" w:rsidR="003C6439" w:rsidRPr="00032400" w:rsidRDefault="003C6439" w:rsidP="003C6439">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23C7A239" w14:textId="77777777" w:rsidR="003C6439" w:rsidRPr="007F3777" w:rsidRDefault="003C6439" w:rsidP="003C6439">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3CA71C01" w14:textId="77777777" w:rsidR="003C6439" w:rsidRPr="007F3777" w:rsidRDefault="003C6439" w:rsidP="003C6439">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13BB0343"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3C6439">
        <w:rPr>
          <w:rFonts w:ascii="Calibri" w:eastAsia="Times New Roman" w:hAnsi="Calibri" w:cs="Calibri"/>
          <w:lang w:val="en-GB"/>
        </w:rPr>
        <w:t>-e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w:t>
      </w:r>
      <w:r w:rsidRPr="007F3777">
        <w:rPr>
          <w:rFonts w:ascii="Calibri" w:hAnsi="Calibri" w:cs="Calibri"/>
          <w:lang w:val="en-GB"/>
        </w:rPr>
        <w:lastRenderedPageBreak/>
        <w:t xml:space="preserve">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lastRenderedPageBreak/>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761595">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56171" w14:textId="77777777" w:rsidR="0037075C" w:rsidRDefault="0037075C">
      <w:r>
        <w:separator/>
      </w:r>
    </w:p>
  </w:endnote>
  <w:endnote w:type="continuationSeparator" w:id="0">
    <w:p w14:paraId="09CB44B8" w14:textId="77777777" w:rsidR="0037075C" w:rsidRDefault="0037075C">
      <w:r>
        <w:continuationSeparator/>
      </w:r>
    </w:p>
  </w:endnote>
  <w:endnote w:type="continuationNotice" w:id="1">
    <w:p w14:paraId="6F10A2CC" w14:textId="77777777" w:rsidR="0037075C" w:rsidRDefault="00370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A37BE59" w:rsidR="00133D55" w:rsidRDefault="00133D55" w:rsidP="004878F3">
    <w:pPr>
      <w:pStyle w:val="Footer"/>
    </w:pPr>
    <w:r>
      <w:fldChar w:fldCharType="begin"/>
    </w:r>
    <w:r>
      <w:instrText xml:space="preserve"> DATE \@ "yyyy-MM-dd" </w:instrText>
    </w:r>
    <w:r>
      <w:fldChar w:fldCharType="separate"/>
    </w:r>
    <w:r w:rsidR="00E83A78">
      <w:rPr>
        <w:noProof/>
      </w:rPr>
      <w:t>2025-06-12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490F9" w14:textId="77777777" w:rsidR="0037075C" w:rsidRDefault="0037075C">
      <w:r>
        <w:separator/>
      </w:r>
    </w:p>
  </w:footnote>
  <w:footnote w:type="continuationSeparator" w:id="0">
    <w:p w14:paraId="7541B835" w14:textId="77777777" w:rsidR="0037075C" w:rsidRDefault="0037075C">
      <w:r>
        <w:continuationSeparator/>
      </w:r>
    </w:p>
  </w:footnote>
  <w:footnote w:type="continuationNotice" w:id="1">
    <w:p w14:paraId="67AA0503" w14:textId="77777777" w:rsidR="0037075C" w:rsidRDefault="0037075C"/>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2B84E18"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9142971">
    <w:abstractNumId w:val="1"/>
  </w:num>
  <w:num w:numId="2" w16cid:durableId="2013751247">
    <w:abstractNumId w:val="12"/>
  </w:num>
  <w:num w:numId="3" w16cid:durableId="124616632">
    <w:abstractNumId w:val="13"/>
  </w:num>
  <w:num w:numId="4" w16cid:durableId="2141069313">
    <w:abstractNumId w:val="7"/>
  </w:num>
  <w:num w:numId="5" w16cid:durableId="936063306">
    <w:abstractNumId w:val="6"/>
  </w:num>
  <w:num w:numId="6" w16cid:durableId="1087506249">
    <w:abstractNumId w:val="9"/>
  </w:num>
  <w:num w:numId="7" w16cid:durableId="1707287904">
    <w:abstractNumId w:val="8"/>
  </w:num>
  <w:num w:numId="8" w16cid:durableId="417405750">
    <w:abstractNumId w:val="11"/>
  </w:num>
  <w:num w:numId="9" w16cid:durableId="602957401">
    <w:abstractNumId w:val="0"/>
  </w:num>
  <w:num w:numId="10" w16cid:durableId="1339191319">
    <w:abstractNumId w:val="10"/>
  </w:num>
  <w:num w:numId="11" w16cid:durableId="1348479775">
    <w:abstractNumId w:val="4"/>
  </w:num>
  <w:num w:numId="12" w16cid:durableId="936913245">
    <w:abstractNumId w:val="3"/>
  </w:num>
  <w:num w:numId="13" w16cid:durableId="938758526">
    <w:abstractNumId w:val="5"/>
  </w:num>
  <w:num w:numId="14" w16cid:durableId="150778945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1DC"/>
    <w:rsid w:val="00010C91"/>
    <w:rsid w:val="0001149D"/>
    <w:rsid w:val="000114D3"/>
    <w:rsid w:val="00011D76"/>
    <w:rsid w:val="00012FF4"/>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529"/>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B7E"/>
    <w:rsid w:val="000D324F"/>
    <w:rsid w:val="000D4100"/>
    <w:rsid w:val="000D4803"/>
    <w:rsid w:val="000D4AD6"/>
    <w:rsid w:val="000E07B3"/>
    <w:rsid w:val="000E1CA4"/>
    <w:rsid w:val="000E2993"/>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2E5D"/>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3EFE"/>
    <w:rsid w:val="001760BE"/>
    <w:rsid w:val="001764C8"/>
    <w:rsid w:val="00180408"/>
    <w:rsid w:val="001813CF"/>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7B8"/>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75C"/>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482"/>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439"/>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575"/>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707"/>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777"/>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595"/>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4FF0"/>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8F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204"/>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0767"/>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5CB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623"/>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323"/>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939"/>
    <w:rsid w:val="00D81A96"/>
    <w:rsid w:val="00D81CA7"/>
    <w:rsid w:val="00D81F19"/>
    <w:rsid w:val="00D82282"/>
    <w:rsid w:val="00D827AB"/>
    <w:rsid w:val="00D85B59"/>
    <w:rsid w:val="00D8753C"/>
    <w:rsid w:val="00D901B1"/>
    <w:rsid w:val="00D9035F"/>
    <w:rsid w:val="00D91FBE"/>
    <w:rsid w:val="00D936FF"/>
    <w:rsid w:val="00D94296"/>
    <w:rsid w:val="00D94EBC"/>
    <w:rsid w:val="00D953CE"/>
    <w:rsid w:val="00D95BF6"/>
    <w:rsid w:val="00D97594"/>
    <w:rsid w:val="00D97799"/>
    <w:rsid w:val="00DA2371"/>
    <w:rsid w:val="00DA2BBA"/>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3A78"/>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696"/>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C783FB4-DF13-4ACF-8D82-BDC6204977C0}">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1841</Words>
  <Characters>10499</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12316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2024-06-23T23:57:00Z</dcterms:created>
  <dcterms:modified xsi:type="dcterms:W3CDTF">2025-06-11T23:17:00Z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